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D369F" w:rsidRDefault="002D369F" w:rsidP="002D369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oprava k</w:t>
            </w:r>
            <w:r w:rsidR="00AA0C3F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 xml:space="preserve">nalizace na parcele č. 1725/589 </w:t>
            </w:r>
          </w:p>
          <w:p w:rsidR="000C5AE1" w:rsidRPr="003239CB" w:rsidRDefault="002D369F" w:rsidP="002D369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 k. ú. 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D369F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68CC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A0C3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F01B2-1F1D-4F73-B730-698597EB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C027F9E5</Template>
  <TotalTime>25</TotalTime>
  <Pages>1</Pages>
  <Words>136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2022-09-06T08:53:00Z</cp:lastPrinted>
  <dcterms:created xsi:type="dcterms:W3CDTF">2023-11-06T12:13:00Z</dcterms:created>
  <dcterms:modified xsi:type="dcterms:W3CDTF">2025-06-17T05:12:00Z</dcterms:modified>
</cp:coreProperties>
</file>